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D6C" w:rsidRPr="00154865" w:rsidRDefault="00EE4D6C" w:rsidP="00EE4D6C">
      <w:pPr>
        <w:overflowPunct w:val="0"/>
        <w:autoSpaceDE w:val="0"/>
        <w:autoSpaceDN w:val="0"/>
        <w:adjustRightInd w:val="0"/>
        <w:spacing w:after="0" w:line="240" w:lineRule="atLeast"/>
        <w:jc w:val="right"/>
        <w:textAlignment w:val="baseline"/>
        <w:rPr>
          <w:rFonts w:ascii="Times New Roman" w:eastAsia="Calibri" w:hAnsi="Times New Roman" w:cs="Times New Roman"/>
          <w:szCs w:val="28"/>
          <w:lang w:eastAsia="ru-RU"/>
        </w:rPr>
      </w:pPr>
      <w:bookmarkStart w:id="0" w:name="_GoBack"/>
      <w:bookmarkEnd w:id="0"/>
      <w:r w:rsidRPr="00154865">
        <w:rPr>
          <w:rFonts w:ascii="Times New Roman" w:eastAsia="Calibri" w:hAnsi="Times New Roman" w:cs="Times New Roman"/>
          <w:szCs w:val="28"/>
          <w:lang w:eastAsia="ru-RU"/>
        </w:rPr>
        <w:t>Приложение № </w:t>
      </w:r>
      <w:r>
        <w:rPr>
          <w:rFonts w:ascii="Times New Roman" w:eastAsia="Calibri" w:hAnsi="Times New Roman" w:cs="Times New Roman"/>
          <w:szCs w:val="28"/>
          <w:lang w:eastAsia="ru-RU"/>
        </w:rPr>
        <w:t>6</w:t>
      </w:r>
    </w:p>
    <w:p w:rsidR="00EE4D6C" w:rsidRDefault="00EE4D6C" w:rsidP="00EE4D6C">
      <w:pPr>
        <w:widowControl w:val="0"/>
        <w:tabs>
          <w:tab w:val="left" w:pos="72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4865">
        <w:rPr>
          <w:rFonts w:ascii="Times New Roman" w:eastAsia="Calibri" w:hAnsi="Times New Roman" w:cs="Times New Roman"/>
          <w:sz w:val="24"/>
          <w:szCs w:val="24"/>
          <w:lang w:eastAsia="ru-RU"/>
        </w:rPr>
        <w:t>к Порядку проведения и проверки</w:t>
      </w:r>
    </w:p>
    <w:p w:rsidR="00EE4D6C" w:rsidRPr="00097F40" w:rsidRDefault="00EE4D6C" w:rsidP="00EE4D6C">
      <w:pPr>
        <w:widowControl w:val="0"/>
        <w:tabs>
          <w:tab w:val="left" w:pos="72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0A3C">
        <w:rPr>
          <w:rFonts w:ascii="Times New Roman" w:eastAsia="Calibri" w:hAnsi="Times New Roman" w:cs="Times New Roman"/>
          <w:sz w:val="24"/>
          <w:szCs w:val="24"/>
          <w:lang w:eastAsia="ru-RU"/>
        </w:rPr>
        <w:t>итогового собеседования в Ростовской области</w:t>
      </w:r>
    </w:p>
    <w:p w:rsidR="00EE4D6C" w:rsidRPr="00EE4D6C" w:rsidRDefault="00EE4D6C" w:rsidP="00EE4D6C">
      <w:pPr>
        <w:spacing w:before="240"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EE4D6C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Инструкция для организатора проведения</w:t>
      </w:r>
    </w:p>
    <w:p w:rsidR="00EE4D6C" w:rsidRDefault="00EE4D6C" w:rsidP="00EE4D6C">
      <w:pPr>
        <w:spacing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EE4D6C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итогового собеседования</w:t>
      </w:r>
    </w:p>
    <w:p w:rsidR="00154865" w:rsidRPr="00154865" w:rsidRDefault="00154865" w:rsidP="00EE4D6C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В день проведения итогового собеседования: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получить от ответственного организатора образовательной организации списки участников, распределенных в аудитории проведения итогового собеседования;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приглашать участников итогового собеседования, находящихся в аудитории ожидания, в аудитории проведения итогового собеседования в соответствии со</w:t>
      </w:r>
      <w:r w:rsidR="004E34DA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списком, полученным от ответственного организатора образовательной организации;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после окончания итогового собеседования для отдельного участника сопроводить такого участника в учебный кабинет для участников, прошедших итоговое собеседование;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информировать ответственного организатора образовательной организации об</w:t>
      </w:r>
      <w:r w:rsidR="004E34DA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отсутствии участника итогового собеседования в образовательной организации;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ставить в списке участников отметку «Н» в поле напротив фамилии отсутствующего участника итогового собеседования (по поручению ответственного организатора образовательной организации); 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обеспечивать соблюдение порядка иными обучающимися образовательной организации, не принимающими участия в итоговом собеседовании, в случае </w:t>
      </w:r>
      <w:r w:rsidR="004E34DA">
        <w:rPr>
          <w:rFonts w:ascii="Times New Roman" w:eastAsia="Calibri" w:hAnsi="Times New Roman" w:cs="Times New Roman"/>
          <w:sz w:val="26"/>
          <w:szCs w:val="26"/>
          <w:lang w:eastAsia="ru-RU"/>
        </w:rPr>
        <w:t>если 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итоговое собеседование проводится во время учебного процесса в</w:t>
      </w:r>
      <w:r w:rsidR="004E34DA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образовательной организации;</w:t>
      </w:r>
    </w:p>
    <w:p w:rsidR="00002ED9" w:rsidRDefault="00154865" w:rsidP="004E34DA">
      <w:pPr>
        <w:spacing w:after="0" w:line="240" w:lineRule="auto"/>
        <w:ind w:firstLine="710"/>
        <w:jc w:val="both"/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по завершении проведения итогового собеседования передать список участников итогового собеседования ответственному организатору образовательной организации.</w:t>
      </w:r>
    </w:p>
    <w:sectPr w:rsidR="00002ED9" w:rsidSect="002B14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D4"/>
    <w:rsid w:val="00002ED9"/>
    <w:rsid w:val="0000334F"/>
    <w:rsid w:val="000161FE"/>
    <w:rsid w:val="00082CEA"/>
    <w:rsid w:val="00097F40"/>
    <w:rsid w:val="000B0BD6"/>
    <w:rsid w:val="00154865"/>
    <w:rsid w:val="00216999"/>
    <w:rsid w:val="002563B7"/>
    <w:rsid w:val="002B14A8"/>
    <w:rsid w:val="002E6A7A"/>
    <w:rsid w:val="0030379C"/>
    <w:rsid w:val="00353F08"/>
    <w:rsid w:val="003E2976"/>
    <w:rsid w:val="004E34DA"/>
    <w:rsid w:val="0069627D"/>
    <w:rsid w:val="006A7829"/>
    <w:rsid w:val="00726FB0"/>
    <w:rsid w:val="00800A3C"/>
    <w:rsid w:val="00826E1A"/>
    <w:rsid w:val="00906505"/>
    <w:rsid w:val="009547F5"/>
    <w:rsid w:val="00983849"/>
    <w:rsid w:val="00B31F70"/>
    <w:rsid w:val="00B962CD"/>
    <w:rsid w:val="00BC101D"/>
    <w:rsid w:val="00C179E3"/>
    <w:rsid w:val="00C222DD"/>
    <w:rsid w:val="00C2644B"/>
    <w:rsid w:val="00EC1303"/>
    <w:rsid w:val="00EE4D6C"/>
    <w:rsid w:val="00F806D6"/>
    <w:rsid w:val="00FD558E"/>
    <w:rsid w:val="00FF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EE1747-E1F6-47BC-BCAB-2CA14E20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Обухова Ольга Михайловна</dc:creator>
  <cp:keywords/>
  <dc:description/>
  <cp:lastModifiedBy>Обухова Ольга Михайловна</cp:lastModifiedBy>
  <cp:revision>31</cp:revision>
  <dcterms:created xsi:type="dcterms:W3CDTF">2022-12-27T07:54:00Z</dcterms:created>
  <dcterms:modified xsi:type="dcterms:W3CDTF">2022-12-27T09:05:00Z</dcterms:modified>
</cp:coreProperties>
</file>